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42822A85" w14:textId="77777777" w:rsidR="00236349" w:rsidRPr="00236349" w:rsidRDefault="008918AC" w:rsidP="00236349">
      <w:pPr>
        <w:spacing w:after="0" w:line="240" w:lineRule="auto"/>
        <w:rPr>
          <w:rFonts w:asciiTheme="majorHAnsi" w:eastAsia="Times New Roman" w:hAnsiTheme="majorHAnsi" w:cs="Times New Roman"/>
          <w:b/>
          <w:bCs/>
          <w:sz w:val="24"/>
          <w:szCs w:val="24"/>
          <w:lang w:eastAsia="cs-CZ"/>
        </w:rPr>
      </w:pPr>
      <w:r w:rsidRPr="00236349">
        <w:rPr>
          <w:sz w:val="24"/>
          <w:szCs w:val="24"/>
        </w:rPr>
        <w:t>„</w:t>
      </w:r>
      <w:r w:rsidR="00236349" w:rsidRPr="00236349">
        <w:rPr>
          <w:rFonts w:asciiTheme="majorHAnsi" w:eastAsia="Times New Roman" w:hAnsiTheme="majorHAnsi" w:cs="Times New Roman"/>
          <w:b/>
          <w:bCs/>
          <w:sz w:val="24"/>
          <w:szCs w:val="24"/>
          <w:lang w:eastAsia="cs-CZ"/>
        </w:rPr>
        <w:t>Praha hl. n. ON – opravné práce</w:t>
      </w:r>
    </w:p>
    <w:p w14:paraId="19A0CE6B" w14:textId="16A611CD" w:rsidR="008918AC" w:rsidRPr="00236349" w:rsidRDefault="00236349" w:rsidP="00236349">
      <w:pPr>
        <w:pStyle w:val="Titul2"/>
        <w:rPr>
          <w:sz w:val="24"/>
          <w:szCs w:val="24"/>
        </w:rPr>
      </w:pPr>
      <w:r w:rsidRPr="00236349">
        <w:rPr>
          <w:rFonts w:eastAsia="Times New Roman" w:cs="Times New Roman"/>
          <w:bCs/>
          <w:sz w:val="24"/>
          <w:szCs w:val="24"/>
          <w:lang w:eastAsia="cs-CZ"/>
        </w:rPr>
        <w:t>Výměna poškozených skleněných výplní zábradlí a balustrád eskalátorů</w:t>
      </w:r>
      <w:r w:rsidR="008918AC" w:rsidRPr="00236349">
        <w:rPr>
          <w:sz w:val="24"/>
          <w:szCs w:val="24"/>
        </w:rPr>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40C8782E"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14:paraId="65B74205" w14:textId="77777777" w:rsidR="008918AC" w:rsidRPr="00DF267F"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 xml:space="preserve">ve věcech smluvních: Ing. Pavel Stejskal, vedoucí odboru veřejných zakázek Oblastního ředitelství Praha, mobil: 601 367 927 (mimo podpisu této </w:t>
      </w:r>
      <w:r w:rsidRPr="00DF267F">
        <w:rPr>
          <w:rFonts w:ascii="Verdana" w:eastAsia="Verdana" w:hAnsi="Verdana" w:cs="Times New Roman"/>
          <w:noProof/>
        </w:rPr>
        <w:t>smlouvy a jejich případných dodatků)</w:t>
      </w:r>
    </w:p>
    <w:p w14:paraId="426C9454" w14:textId="1ABB1C7B" w:rsidR="008918AC" w:rsidRPr="00DF267F" w:rsidRDefault="008918AC" w:rsidP="008918AC">
      <w:pPr>
        <w:numPr>
          <w:ilvl w:val="2"/>
          <w:numId w:val="16"/>
        </w:numPr>
        <w:spacing w:after="0"/>
        <w:contextualSpacing/>
        <w:rPr>
          <w:rFonts w:ascii="Verdana" w:eastAsia="Verdana" w:hAnsi="Verdana" w:cs="Times New Roman"/>
          <w:noProof/>
        </w:rPr>
      </w:pPr>
      <w:bookmarkStart w:id="0" w:name="_Ref171554"/>
      <w:r w:rsidRPr="00DF267F">
        <w:rPr>
          <w:rFonts w:ascii="Verdana" w:eastAsia="Verdana" w:hAnsi="Verdana" w:cs="Times New Roman"/>
          <w:noProof/>
        </w:rPr>
        <w:t xml:space="preserve">ve věcech technických: </w:t>
      </w:r>
      <w:r w:rsidR="00DF267F" w:rsidRPr="00DF267F">
        <w:rPr>
          <w:rFonts w:ascii="Verdana" w:eastAsia="Verdana" w:hAnsi="Verdana" w:cs="Times New Roman"/>
          <w:noProof/>
        </w:rPr>
        <w:t>Mgr</w:t>
      </w:r>
      <w:r w:rsidRPr="00DF267F">
        <w:rPr>
          <w:rFonts w:ascii="Verdana" w:eastAsia="Verdana" w:hAnsi="Verdana" w:cs="Times New Roman"/>
          <w:noProof/>
        </w:rPr>
        <w:t>.</w:t>
      </w:r>
      <w:r w:rsidR="00DF267F" w:rsidRPr="00DF267F">
        <w:rPr>
          <w:rFonts w:ascii="Verdana" w:eastAsia="Verdana" w:hAnsi="Verdana" w:cs="Times New Roman"/>
          <w:noProof/>
        </w:rPr>
        <w:t xml:space="preserve"> Jan Vágner</w:t>
      </w:r>
      <w:r w:rsidRPr="00DF267F">
        <w:rPr>
          <w:rFonts w:ascii="Verdana" w:eastAsia="Verdana" w:hAnsi="Verdana" w:cs="Times New Roman"/>
          <w:noProof/>
        </w:rPr>
        <w:t xml:space="preserve">, tel.: </w:t>
      </w:r>
      <w:bookmarkEnd w:id="0"/>
      <w:r w:rsidR="00DF267F" w:rsidRPr="00DF267F">
        <w:rPr>
          <w:rFonts w:ascii="Verdana" w:eastAsia="Verdana" w:hAnsi="Verdana" w:cs="Times New Roman"/>
          <w:noProof/>
        </w:rPr>
        <w:t>725 562 567</w:t>
      </w:r>
    </w:p>
    <w:p w14:paraId="5A83448A" w14:textId="4B503519" w:rsidR="008918AC" w:rsidRPr="00DF267F" w:rsidRDefault="008918AC" w:rsidP="008918AC">
      <w:pPr>
        <w:numPr>
          <w:ilvl w:val="2"/>
          <w:numId w:val="16"/>
        </w:numPr>
        <w:spacing w:after="0"/>
        <w:contextualSpacing/>
        <w:rPr>
          <w:rFonts w:ascii="Verdana" w:eastAsia="Verdana" w:hAnsi="Verdana" w:cs="Times New Roman"/>
          <w:noProof/>
        </w:rPr>
      </w:pPr>
      <w:r w:rsidRPr="00DF267F">
        <w:rPr>
          <w:rFonts w:ascii="Verdana" w:eastAsia="Verdana" w:hAnsi="Verdana" w:cs="Times New Roman"/>
          <w:noProof/>
        </w:rPr>
        <w:t xml:space="preserve">technický dozor: </w:t>
      </w:r>
      <w:r w:rsidR="00DF267F" w:rsidRPr="00DF267F">
        <w:rPr>
          <w:rFonts w:ascii="Verdana" w:eastAsia="Verdana" w:hAnsi="Verdana" w:cs="Times New Roman"/>
          <w:noProof/>
        </w:rPr>
        <w:t>: Mgr. Jan Vágner, tel.: 725 562 567</w:t>
      </w:r>
    </w:p>
    <w:p w14:paraId="78E93CCB" w14:textId="77777777"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27544CA5" w:rsidR="008918AC" w:rsidRDefault="008918AC" w:rsidP="008918AC">
      <w:pPr>
        <w:ind w:firstLine="624"/>
        <w:rPr>
          <w:rFonts w:ascii="Verdana" w:eastAsia="Verdana" w:hAnsi="Verdana" w:cs="Times New Roman"/>
          <w:b/>
          <w:bCs/>
          <w:noProof/>
        </w:rPr>
      </w:pPr>
      <w:r w:rsidRPr="000B39E3">
        <w:rPr>
          <w:rFonts w:ascii="Verdana" w:eastAsia="Verdana" w:hAnsi="Verdana" w:cs="Times New Roman"/>
          <w:b/>
          <w:bCs/>
          <w:noProof/>
        </w:rPr>
        <w:t>č. smlouvy objednatele: ………</w:t>
      </w:r>
    </w:p>
    <w:p w14:paraId="680D1747" w14:textId="77777777" w:rsidR="0011572D" w:rsidRPr="000B39E3" w:rsidRDefault="0011572D" w:rsidP="008918AC">
      <w:pPr>
        <w:ind w:firstLine="624"/>
        <w:rPr>
          <w:rFonts w:ascii="Verdana" w:eastAsia="Verdana" w:hAnsi="Verdana" w:cs="Times New Roman"/>
          <w:noProof/>
          <w:highlight w:val="yellow"/>
        </w:rPr>
      </w:pP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3F67744E"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7EE5AA93"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lastRenderedPageBreak/>
        <w:t xml:space="preserve">vedoucí prací: </w:t>
      </w:r>
      <w:r w:rsidRPr="000B39E3">
        <w:rPr>
          <w:rFonts w:ascii="Verdana" w:eastAsia="Verdana" w:hAnsi="Verdana" w:cs="Times New Roman"/>
          <w:noProof/>
          <w:highlight w:val="yellow"/>
        </w:rPr>
        <w:t>………………., tel.: …………</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409ADB69" w:rsidR="008918AC"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FE024E9" w14:textId="77777777" w:rsidR="0011572D" w:rsidRPr="000B39E3" w:rsidRDefault="0011572D" w:rsidP="0011572D">
      <w:pPr>
        <w:tabs>
          <w:tab w:val="left" w:pos="1361"/>
        </w:tabs>
        <w:ind w:left="1077"/>
        <w:rPr>
          <w:rFonts w:ascii="Verdana" w:eastAsia="Verdana" w:hAnsi="Verdana" w:cs="Times New Roman"/>
          <w:noProof/>
        </w:rPr>
      </w:pP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700558A5" w:rsidR="008918AC" w:rsidRPr="008A4830"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nabídky pod č.j. </w:t>
      </w:r>
      <w:r w:rsidR="008A4830">
        <w:rPr>
          <w:noProof/>
        </w:rPr>
        <w:t>33110</w:t>
      </w:r>
      <w:r w:rsidRPr="00FD2697">
        <w:rPr>
          <w:noProof/>
        </w:rPr>
        <w:t>/20</w:t>
      </w:r>
      <w:r>
        <w:rPr>
          <w:noProof/>
        </w:rPr>
        <w:t>20</w:t>
      </w:r>
      <w:r w:rsidRPr="008A4830">
        <w:rPr>
          <w:noProof/>
        </w:rPr>
        <w:t xml:space="preserve">-SŽ-OŘ PHA-OVZ, ze dne </w:t>
      </w:r>
      <w:r w:rsidR="008A4830" w:rsidRPr="008A4830">
        <w:rPr>
          <w:noProof/>
        </w:rPr>
        <w:t>10</w:t>
      </w:r>
      <w:r w:rsidRPr="008A4830">
        <w:rPr>
          <w:noProof/>
        </w:rPr>
        <w:t xml:space="preserve">. </w:t>
      </w:r>
      <w:r w:rsidR="008A4830" w:rsidRPr="008A4830">
        <w:rPr>
          <w:noProof/>
        </w:rPr>
        <w:t>9</w:t>
      </w:r>
      <w:r w:rsidRPr="008A4830">
        <w:rPr>
          <w:noProof/>
        </w:rPr>
        <w:t>. 2020 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1B93E164" w:rsidR="008918AC"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133A7E57" w14:textId="77777777" w:rsidR="0011572D" w:rsidRPr="00FD2697" w:rsidRDefault="0011572D" w:rsidP="0011572D">
      <w:pPr>
        <w:ind w:left="1077"/>
        <w:rPr>
          <w:rFonts w:ascii="Verdana" w:eastAsia="Verdana" w:hAnsi="Verdana" w:cs="Times New Roman"/>
          <w:noProof/>
        </w:rPr>
      </w:pP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62CD6087" w:rsidR="008918AC"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7BFD08F6" w14:textId="76B54DF7" w:rsidR="003C05E2" w:rsidRPr="003C05E2" w:rsidRDefault="003C05E2" w:rsidP="003C05E2">
      <w:pPr>
        <w:pStyle w:val="Odstavecseseznamem"/>
        <w:numPr>
          <w:ilvl w:val="1"/>
          <w:numId w:val="34"/>
        </w:numPr>
        <w:rPr>
          <w:rFonts w:ascii="Verdana" w:eastAsia="Verdana" w:hAnsi="Verdana" w:cs="Times New Roman"/>
          <w:noProof/>
        </w:rPr>
      </w:pPr>
      <w:r>
        <w:rPr>
          <w:rFonts w:cs="Arial"/>
        </w:rPr>
        <w:t>p</w:t>
      </w:r>
      <w:r w:rsidRPr="003C05E2">
        <w:rPr>
          <w:rFonts w:cs="Arial"/>
        </w:rPr>
        <w:t>ředmětem plnění je výměna poškozených skleněných výplní zábradlí a balustrád eskalátorů v objektu železniční stanice Praha hlavní nádraží</w:t>
      </w:r>
      <w:r>
        <w:rPr>
          <w:rFonts w:cs="Arial"/>
        </w:rPr>
        <w:t xml:space="preserve">, jedná se o dodání </w:t>
      </w:r>
      <w:r w:rsidR="00AE1BD0">
        <w:rPr>
          <w:rFonts w:cs="Arial"/>
        </w:rPr>
        <w:t xml:space="preserve">spodní části </w:t>
      </w:r>
      <w:r w:rsidRPr="009700DF">
        <w:rPr>
          <w:rFonts w:cs="Arial"/>
          <w:noProof/>
        </w:rPr>
        <w:t>skleněných výplní zábradlí</w:t>
      </w:r>
      <w:r w:rsidR="00AE1BD0">
        <w:rPr>
          <w:rFonts w:cs="Arial"/>
          <w:noProof/>
        </w:rPr>
        <w:t xml:space="preserve"> ( viz příloha č.2 smlouvy)</w:t>
      </w:r>
      <w:r w:rsidRPr="009700DF">
        <w:rPr>
          <w:rFonts w:cs="Arial"/>
          <w:noProof/>
        </w:rPr>
        <w:t>, bezpečnostní sklo Co</w:t>
      </w:r>
      <w:r>
        <w:rPr>
          <w:rFonts w:cs="Arial"/>
          <w:noProof/>
        </w:rPr>
        <w:t>n</w:t>
      </w:r>
      <w:r w:rsidRPr="009700DF">
        <w:rPr>
          <w:rFonts w:cs="Arial"/>
          <w:noProof/>
        </w:rPr>
        <w:t>nex 20 mm, tónované</w:t>
      </w:r>
      <w:r>
        <w:rPr>
          <w:rFonts w:cs="Arial"/>
          <w:noProof/>
        </w:rPr>
        <w:t xml:space="preserve">, </w:t>
      </w:r>
      <w:r w:rsidRPr="005B52FF">
        <w:rPr>
          <w:rFonts w:cs="Arial"/>
          <w:noProof/>
        </w:rPr>
        <w:t xml:space="preserve">spodní skleněná balustráda </w:t>
      </w:r>
      <w:proofErr w:type="spellStart"/>
      <w:r w:rsidRPr="005B52FF">
        <w:rPr>
          <w:lang w:val="sk-SK"/>
        </w:rPr>
        <w:t>rozměry</w:t>
      </w:r>
      <w:proofErr w:type="spellEnd"/>
      <w:r w:rsidRPr="005B52FF">
        <w:rPr>
          <w:lang w:val="sk-SK"/>
        </w:rPr>
        <w:t>, počet a </w:t>
      </w:r>
      <w:proofErr w:type="spellStart"/>
      <w:r w:rsidRPr="005B52FF">
        <w:rPr>
          <w:lang w:val="sk-SK"/>
        </w:rPr>
        <w:t>umístění</w:t>
      </w:r>
      <w:proofErr w:type="spellEnd"/>
      <w:r w:rsidRPr="005B52FF">
        <w:rPr>
          <w:lang w:val="sk-SK"/>
        </w:rPr>
        <w:t xml:space="preserve"> </w:t>
      </w:r>
      <w:proofErr w:type="spellStart"/>
      <w:proofErr w:type="gramStart"/>
      <w:r w:rsidRPr="005B52FF">
        <w:rPr>
          <w:lang w:val="sk-SK"/>
        </w:rPr>
        <w:t>viz</w:t>
      </w:r>
      <w:proofErr w:type="spellEnd"/>
      <w:r w:rsidRPr="005B52FF">
        <w:rPr>
          <w:lang w:val="sk-SK"/>
        </w:rPr>
        <w:t>. výkaz</w:t>
      </w:r>
      <w:proofErr w:type="gramEnd"/>
      <w:r w:rsidRPr="005B52FF">
        <w:rPr>
          <w:lang w:val="sk-SK"/>
        </w:rPr>
        <w:t xml:space="preserve"> </w:t>
      </w:r>
      <w:proofErr w:type="spellStart"/>
      <w:r w:rsidRPr="005B52FF">
        <w:rPr>
          <w:lang w:val="sk-SK"/>
        </w:rPr>
        <w:t>výměr</w:t>
      </w:r>
      <w:proofErr w:type="spellEnd"/>
    </w:p>
    <w:p w14:paraId="22C95A6E" w14:textId="16AE6A11"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Místem provedení díla </w:t>
      </w:r>
      <w:r w:rsidRPr="008918AC">
        <w:rPr>
          <w:rFonts w:ascii="Verdana" w:eastAsia="Verdana" w:hAnsi="Verdana" w:cs="Times New Roman"/>
          <w:noProof/>
        </w:rPr>
        <w:t xml:space="preserve">je </w:t>
      </w:r>
      <w:r w:rsidR="003C05E2">
        <w:rPr>
          <w:rFonts w:cs="Arial"/>
        </w:rPr>
        <w:t xml:space="preserve">ŽST. Praha hlavní nádraží, </w:t>
      </w:r>
      <w:r w:rsidR="003C05E2" w:rsidRPr="00AC590B">
        <w:rPr>
          <w:rFonts w:cs="Arial"/>
        </w:rPr>
        <w:t>Wilsonova 300/8</w:t>
      </w:r>
      <w:r w:rsidR="003C05E2">
        <w:rPr>
          <w:rFonts w:cs="Arial"/>
        </w:rPr>
        <w:t xml:space="preserve">, </w:t>
      </w:r>
      <w:r w:rsidR="003C05E2" w:rsidRPr="005B52FF">
        <w:rPr>
          <w:rFonts w:ascii="Arial" w:hAnsi="Arial" w:cs="Arial"/>
          <w:color w:val="000000"/>
          <w:shd w:val="clear" w:color="auto" w:fill="FFFFFF"/>
        </w:rPr>
        <w:t>110 00 Praha 2</w:t>
      </w:r>
      <w:r w:rsidRPr="003C05E2">
        <w:rPr>
          <w:rFonts w:ascii="Verdana" w:eastAsia="Verdana" w:hAnsi="Verdana" w:cs="Times New Roman"/>
          <w:noProof/>
        </w:rPr>
        <w:t>.</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lastRenderedPageBreak/>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7C883666" w14:textId="1F98AF89" w:rsidR="008918AC"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14:paraId="3F92E2DA" w14:textId="77777777" w:rsidR="0011572D" w:rsidRPr="00362E19" w:rsidRDefault="0011572D" w:rsidP="0011572D">
      <w:pPr>
        <w:ind w:left="1077"/>
        <w:rPr>
          <w:rFonts w:ascii="Verdana" w:eastAsia="Verdana" w:hAnsi="Verdana" w:cs="Times New Roman"/>
          <w:noProof/>
          <w:highlight w:val="yellow"/>
        </w:rPr>
      </w:pP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3639C07" w14:textId="51B5310A" w:rsidR="008918AC" w:rsidRPr="00ED6776" w:rsidRDefault="008918AC" w:rsidP="008918AC">
      <w:pPr>
        <w:pStyle w:val="Odstavecseseznamem"/>
        <w:spacing w:before="120"/>
        <w:ind w:left="1004"/>
        <w:rPr>
          <w:b/>
        </w:rPr>
      </w:pPr>
      <w:r w:rsidRPr="00ED6776">
        <w:t xml:space="preserve">Zahájení díla: </w:t>
      </w:r>
      <w:r w:rsidR="00ED6776" w:rsidRPr="00ED6776">
        <w:rPr>
          <w:b/>
        </w:rPr>
        <w:t xml:space="preserve">5. 10. 2020 </w:t>
      </w:r>
    </w:p>
    <w:p w14:paraId="1F655F49" w14:textId="5595C400" w:rsidR="008918AC" w:rsidRPr="00362E19" w:rsidRDefault="008918AC" w:rsidP="008918AC">
      <w:pPr>
        <w:pStyle w:val="Odstavecseseznamem"/>
        <w:ind w:left="1004"/>
        <w:rPr>
          <w:b/>
        </w:rPr>
      </w:pPr>
      <w:r w:rsidRPr="00ED6776">
        <w:t>Ukončení díla:</w:t>
      </w:r>
      <w:r w:rsidRPr="00ED6776">
        <w:rPr>
          <w:b/>
        </w:rPr>
        <w:t xml:space="preserve"> 5. </w:t>
      </w:r>
      <w:r w:rsidR="00ED6776" w:rsidRPr="00ED6776">
        <w:rPr>
          <w:b/>
        </w:rPr>
        <w:t>12.</w:t>
      </w:r>
      <w:r w:rsidRPr="00ED6776">
        <w:rPr>
          <w:b/>
        </w:rPr>
        <w:t xml:space="preserve"> 20</w:t>
      </w:r>
      <w:r w:rsidR="00ED6776" w:rsidRPr="00ED6776">
        <w:rPr>
          <w:b/>
        </w:rPr>
        <w:t>20</w:t>
      </w:r>
    </w:p>
    <w:p w14:paraId="0F05237A"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Předání</w:t>
      </w:r>
      <w:r>
        <w:rPr>
          <w:rFonts w:ascii="Verdana" w:eastAsia="Verdana" w:hAnsi="Verdana" w:cs="Times New Roman"/>
          <w:noProof/>
        </w:rPr>
        <w:t xml:space="preserve"> </w:t>
      </w:r>
      <w:r w:rsidRPr="00662F15">
        <w:rPr>
          <w:rFonts w:ascii="Verdana" w:eastAsia="Verdana" w:hAnsi="Verdana" w:cs="Times New Roman"/>
          <w:noProof/>
        </w:rPr>
        <w:t>a převzetí poslední části díla proběhne dle harmonogramu, nebude-li smluvními stranami dodatečně dohodnuto jinak. O konečném předání a převzetí díla sepíší smluvní strany závěrečný protokol o předání a převzetí díla. Objednatel není povinen od zhotovitele převzít dílo s vadami, a to ani jeho část.</w:t>
      </w:r>
    </w:p>
    <w:p w14:paraId="532EBC63" w14:textId="42821939" w:rsidR="008918AC" w:rsidRDefault="008918AC" w:rsidP="008918AC">
      <w:pPr>
        <w:numPr>
          <w:ilvl w:val="1"/>
          <w:numId w:val="16"/>
        </w:numPr>
        <w:tabs>
          <w:tab w:val="clear" w:pos="1191"/>
        </w:tabs>
        <w:rPr>
          <w:rFonts w:ascii="Verdana" w:eastAsia="Verdana" w:hAnsi="Verdana" w:cs="Times New Roman"/>
          <w:noProof/>
        </w:rPr>
      </w:pPr>
      <w:r w:rsidRPr="00FC1675">
        <w:rPr>
          <w:rFonts w:ascii="Verdana" w:eastAsia="Verdana" w:hAnsi="Verdana" w:cs="Times New Roman"/>
          <w:noProof/>
        </w:rPr>
        <w:t>Povinnost vyklizení pracoviště má zhotovitel do 7 kalendářních dnů po termínu ukončení díla.</w:t>
      </w:r>
    </w:p>
    <w:p w14:paraId="140E7A13" w14:textId="77777777" w:rsidR="0011572D" w:rsidRPr="00FC1675" w:rsidRDefault="0011572D" w:rsidP="0011572D">
      <w:pPr>
        <w:ind w:left="1077"/>
        <w:rPr>
          <w:rFonts w:ascii="Verdana" w:eastAsia="Verdana" w:hAnsi="Verdana" w:cs="Times New Roman"/>
          <w:noProof/>
        </w:rPr>
      </w:pP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Pr="00F163DB" w:rsidRDefault="008918AC" w:rsidP="008918AC">
      <w:pPr>
        <w:pStyle w:val="Odstavecseseznamem"/>
        <w:tabs>
          <w:tab w:val="left" w:pos="5670"/>
        </w:tabs>
        <w:spacing w:after="0"/>
        <w:ind w:left="1004"/>
        <w:contextualSpacing w:val="0"/>
        <w:rPr>
          <w:highlight w:val="yellow"/>
        </w:rPr>
      </w:pPr>
      <w:r w:rsidRPr="00F163DB">
        <w:rPr>
          <w:highlight w:val="yellow"/>
        </w:rPr>
        <w:t>Cena bez DPH:</w:t>
      </w:r>
      <w:r w:rsidRPr="00F163DB">
        <w:rPr>
          <w:highlight w:val="yellow"/>
        </w:rPr>
        <w:tab/>
        <w:t>Kč</w:t>
      </w:r>
    </w:p>
    <w:p w14:paraId="03500A7B" w14:textId="77777777" w:rsidR="008918AC" w:rsidRPr="00F163DB" w:rsidRDefault="008918AC" w:rsidP="008918AC">
      <w:pPr>
        <w:pStyle w:val="Odstavecseseznamem"/>
        <w:tabs>
          <w:tab w:val="left" w:pos="5670"/>
        </w:tabs>
        <w:spacing w:after="0"/>
        <w:ind w:left="1004"/>
        <w:contextualSpacing w:val="0"/>
        <w:rPr>
          <w:highlight w:val="yellow"/>
        </w:rPr>
      </w:pPr>
      <w:r w:rsidRPr="00F163DB">
        <w:rPr>
          <w:highlight w:val="yellow"/>
        </w:rPr>
        <w:t>DPH:</w:t>
      </w:r>
      <w:r w:rsidRPr="00F163DB">
        <w:rPr>
          <w:highlight w:val="yellow"/>
        </w:rPr>
        <w:tab/>
        <w:t>Kč</w:t>
      </w:r>
    </w:p>
    <w:p w14:paraId="30AEBFE4" w14:textId="77777777" w:rsidR="00C46DCC" w:rsidRPr="00F163DB" w:rsidRDefault="00C46DCC" w:rsidP="008918AC">
      <w:pPr>
        <w:pStyle w:val="Odstavecseseznamem"/>
        <w:tabs>
          <w:tab w:val="left" w:pos="5670"/>
        </w:tabs>
        <w:spacing w:after="0"/>
        <w:ind w:left="1004"/>
        <w:contextualSpacing w:val="0"/>
        <w:rPr>
          <w:highlight w:val="yellow"/>
        </w:rPr>
      </w:pPr>
      <w:r w:rsidRPr="00F163DB">
        <w:rPr>
          <w:highlight w:val="yellow"/>
        </w:rPr>
        <w:t>Cena s DPH:</w:t>
      </w:r>
      <w:r w:rsidRPr="00F163DB">
        <w:rPr>
          <w:highlight w:val="yellow"/>
        </w:rPr>
        <w:tab/>
        <w:t>Kč</w:t>
      </w:r>
    </w:p>
    <w:p w14:paraId="3B0451F1" w14:textId="77777777" w:rsidR="00C46DCC" w:rsidRPr="00F163DB" w:rsidRDefault="00C46DCC" w:rsidP="008918AC">
      <w:pPr>
        <w:pStyle w:val="Odstavecseseznamem"/>
        <w:tabs>
          <w:tab w:val="left" w:pos="5670"/>
        </w:tabs>
        <w:spacing w:after="0"/>
        <w:ind w:left="1004"/>
        <w:contextualSpacing w:val="0"/>
        <w:rPr>
          <w:highlight w:val="yellow"/>
        </w:rPr>
      </w:pPr>
    </w:p>
    <w:p w14:paraId="2FC8594D" w14:textId="77777777" w:rsidR="008918AC" w:rsidRPr="00F163DB" w:rsidRDefault="008918AC" w:rsidP="008918AC">
      <w:pPr>
        <w:pStyle w:val="Odstavecseseznamem"/>
        <w:tabs>
          <w:tab w:val="left" w:pos="5670"/>
        </w:tabs>
        <w:ind w:left="1004"/>
        <w:contextualSpacing w:val="0"/>
        <w:rPr>
          <w:highlight w:val="yellow"/>
        </w:rPr>
      </w:pPr>
      <w:r w:rsidRPr="00F163DB">
        <w:rPr>
          <w:highlight w:val="yellow"/>
        </w:rPr>
        <w:t xml:space="preserve">Cena za dílo bez DPH slovy:  </w:t>
      </w:r>
      <w:r w:rsidRPr="00F163DB">
        <w:rPr>
          <w:highlight w:val="yellow"/>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1A75CCA7"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3438EA73" w14:textId="77777777" w:rsidR="0011572D" w:rsidRPr="00362E19" w:rsidRDefault="0011572D" w:rsidP="0011572D">
      <w:pPr>
        <w:ind w:left="1077"/>
        <w:rPr>
          <w:rFonts w:ascii="Verdana" w:eastAsia="Verdana" w:hAnsi="Verdana" w:cs="Times New Roman"/>
          <w:noProof/>
        </w:rPr>
      </w:pP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77777777" w:rsidR="008918AC" w:rsidRPr="00FD1648" w:rsidRDefault="008918AC" w:rsidP="008918AC">
      <w:pPr>
        <w:numPr>
          <w:ilvl w:val="1"/>
          <w:numId w:val="16"/>
        </w:numPr>
        <w:tabs>
          <w:tab w:val="clear" w:pos="1191"/>
        </w:tabs>
        <w:rPr>
          <w:rFonts w:ascii="Verdana" w:eastAsia="Verdana" w:hAnsi="Verdana" w:cs="Times New Roman"/>
          <w:noProof/>
        </w:rPr>
      </w:pPr>
      <w:r w:rsidRPr="00FD1648">
        <w:rPr>
          <w:rFonts w:ascii="Verdana" w:eastAsia="Verdana" w:hAnsi="Verdana" w:cs="Times New Roman"/>
          <w:noProof/>
        </w:rPr>
        <w:t>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14:paraId="22CC8338" w14:textId="77777777"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1AD2CEE4" w14:textId="77777777" w:rsidR="008918AC" w:rsidRPr="00FD1648" w:rsidRDefault="008918AC" w:rsidP="008918AC">
      <w:pPr>
        <w:numPr>
          <w:ilvl w:val="1"/>
          <w:numId w:val="16"/>
        </w:numPr>
        <w:tabs>
          <w:tab w:val="clear" w:pos="1191"/>
        </w:tabs>
        <w:rPr>
          <w:rFonts w:ascii="Verdana" w:eastAsia="Verdana" w:hAnsi="Verdana" w:cs="Times New Roman"/>
          <w:noProof/>
        </w:rPr>
      </w:pPr>
      <w:r w:rsidRPr="00FD1648">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2457C89D" w14:textId="77777777" w:rsidR="008918AC" w:rsidRPr="00FD1648" w:rsidRDefault="008918AC" w:rsidP="008918AC">
      <w:pPr>
        <w:numPr>
          <w:ilvl w:val="1"/>
          <w:numId w:val="16"/>
        </w:numPr>
        <w:tabs>
          <w:tab w:val="clear" w:pos="1191"/>
        </w:tabs>
        <w:rPr>
          <w:rFonts w:ascii="Verdana" w:eastAsia="Verdana" w:hAnsi="Verdana" w:cs="Times New Roman"/>
          <w:noProof/>
        </w:rPr>
      </w:pPr>
      <w:r w:rsidRPr="00FD1648">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1A606DB9"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05E17F8"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w:t>
      </w:r>
      <w:r w:rsidRPr="00362E19">
        <w:rPr>
          <w:rFonts w:ascii="Verdana" w:eastAsia="Verdana" w:hAnsi="Verdana" w:cs="Times New Roman"/>
          <w:noProof/>
        </w:rPr>
        <w:lastRenderedPageBreak/>
        <w:t>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34CA3CB1" w14:textId="77777777" w:rsidR="008918AC" w:rsidRPr="00FD1648" w:rsidRDefault="008918AC" w:rsidP="008918AC">
      <w:pPr>
        <w:numPr>
          <w:ilvl w:val="1"/>
          <w:numId w:val="16"/>
        </w:numPr>
        <w:tabs>
          <w:tab w:val="clear" w:pos="1191"/>
        </w:tabs>
        <w:rPr>
          <w:rFonts w:ascii="Verdana" w:eastAsia="Verdana" w:hAnsi="Verdana" w:cs="Times New Roman"/>
          <w:noProof/>
        </w:rPr>
      </w:pPr>
      <w:r w:rsidRPr="00FD1648">
        <w:rPr>
          <w:rFonts w:ascii="Verdana" w:eastAsia="Verdana" w:hAnsi="Verdana" w:cs="Times New Roman"/>
          <w:noProof/>
        </w:rPr>
        <w:t>Hospodaření s vyzískaným materiálem bude prováděno v souladu se Směrnicí SŽDC č. 42 ze dne 7. 1. 2013 s názvem směrnice „Hospodaření s vyzískaným materiálem“. Požadovaný vyzískaný materiál včetně železného šrotu bude deponován v prostorách určených objednatelem a protokolárně na předávacím protokolu předán odpovědnému zástupci objednatele.</w:t>
      </w:r>
    </w:p>
    <w:p w14:paraId="4D872399" w14:textId="77777777" w:rsidR="008918AC" w:rsidRPr="00BE1237" w:rsidRDefault="008918AC" w:rsidP="008918AC">
      <w:pPr>
        <w:numPr>
          <w:ilvl w:val="1"/>
          <w:numId w:val="16"/>
        </w:numPr>
        <w:tabs>
          <w:tab w:val="clear" w:pos="1191"/>
        </w:tabs>
        <w:rPr>
          <w:rFonts w:ascii="Verdana" w:eastAsia="Verdana" w:hAnsi="Verdana" w:cs="Times New Roman"/>
          <w:noProof/>
        </w:rPr>
      </w:pPr>
      <w:r w:rsidRPr="00BE1237">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14:paraId="546D8FE1" w14:textId="77777777" w:rsidR="008918AC" w:rsidRPr="00BE1237" w:rsidRDefault="008918AC" w:rsidP="008918AC">
      <w:pPr>
        <w:numPr>
          <w:ilvl w:val="1"/>
          <w:numId w:val="16"/>
        </w:numPr>
        <w:tabs>
          <w:tab w:val="clear" w:pos="1191"/>
        </w:tabs>
        <w:rPr>
          <w:rFonts w:ascii="Verdana" w:eastAsia="Verdana" w:hAnsi="Verdana" w:cs="Times New Roman"/>
          <w:noProof/>
        </w:rPr>
      </w:pPr>
      <w:r w:rsidRPr="00BE1237">
        <w:rPr>
          <w:rFonts w:ascii="Verdana" w:eastAsia="Verdana" w:hAnsi="Verdana" w:cs="Times New Roman"/>
          <w:noProof/>
        </w:rPr>
        <w:t>Budou dodrženy technické a dodací podmínky od výrobců materiálů a zařízení. Technické a dodací podmínky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w:t>
      </w:r>
    </w:p>
    <w:p w14:paraId="0A3588C7" w14:textId="77777777" w:rsidR="008918AC" w:rsidRPr="00D0343C"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42CCEC32" w14:textId="77777777" w:rsidR="008918AC" w:rsidRPr="00BE1237" w:rsidRDefault="008918AC" w:rsidP="008918AC">
      <w:pPr>
        <w:numPr>
          <w:ilvl w:val="1"/>
          <w:numId w:val="16"/>
        </w:numPr>
        <w:tabs>
          <w:tab w:val="clear" w:pos="1191"/>
        </w:tabs>
        <w:rPr>
          <w:rFonts w:ascii="Verdana" w:eastAsia="Verdana" w:hAnsi="Verdana" w:cs="Times New Roman"/>
          <w:noProof/>
        </w:rPr>
      </w:pPr>
      <w:r w:rsidRPr="00BE1237">
        <w:rPr>
          <w:rFonts w:ascii="Verdana" w:eastAsia="Verdana" w:hAnsi="Verdana" w:cs="Times New Roman"/>
          <w:noProof/>
        </w:rPr>
        <w:t>V případě provádění prací ve 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p>
    <w:p w14:paraId="4A8E12F4" w14:textId="77777777" w:rsidR="008918AC" w:rsidRPr="00604D98"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4779FDD8" w14:textId="57AB5A7E" w:rsidR="008918AC" w:rsidRPr="0011572D"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14:paraId="63BB7B19" w14:textId="77777777" w:rsidR="0011572D" w:rsidRPr="00362E19" w:rsidRDefault="0011572D" w:rsidP="0011572D">
      <w:pPr>
        <w:pStyle w:val="slovanseznam2"/>
        <w:numPr>
          <w:ilvl w:val="0"/>
          <w:numId w:val="0"/>
        </w:numPr>
        <w:ind w:left="1077"/>
        <w:rPr>
          <w:noProof/>
        </w:rPr>
      </w:pPr>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6564DF01"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poskytne záruku na jakost (tj. na veškeré práce i materiál) v </w:t>
      </w:r>
      <w:r w:rsidRPr="00BE1237">
        <w:rPr>
          <w:rFonts w:ascii="Verdana" w:eastAsia="Verdana" w:hAnsi="Verdana" w:cs="Times New Roman"/>
          <w:noProof/>
        </w:rPr>
        <w:t xml:space="preserve">délce </w:t>
      </w:r>
      <w:r w:rsidR="00BE1237" w:rsidRPr="00BE1237">
        <w:rPr>
          <w:rFonts w:ascii="Verdana" w:eastAsia="Verdana" w:hAnsi="Verdana" w:cs="Times New Roman"/>
          <w:noProof/>
        </w:rPr>
        <w:t xml:space="preserve">24 měsíců, </w:t>
      </w:r>
      <w:r w:rsidRPr="00BE1237">
        <w:rPr>
          <w:rFonts w:ascii="Verdana" w:eastAsia="Verdana" w:hAnsi="Verdana" w:cs="Times New Roman"/>
          <w:noProof/>
        </w:rPr>
        <w:t>jejíž</w:t>
      </w:r>
      <w:r w:rsidRPr="00110ED7">
        <w:rPr>
          <w:rFonts w:ascii="Verdana" w:eastAsia="Verdana" w:hAnsi="Verdana" w:cs="Times New Roman"/>
          <w:noProof/>
        </w:rPr>
        <w:t xml:space="preserve">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64334359" w14:textId="7777777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poskytuje podpisem této smlouvy objednateli předběžný souhlas s prozatímním užíváním částí díla - provozuschopných etap či celků - předaných a převzatých na základě dílčích předávacích protokolů a zavazuje se poskytnout na tyto části díla záruku za jakost. Tímto ustanovením není dotčena délka poskytované záruky za jakost dle předchozího odstavce.  </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77777777"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 xml:space="preserve">Fakturace bude probíhat na základě zhotovitelem vytaveného daňového (faktura s náležitostí daňového dokladu), která bude vystavena po provedení a předání díla. Faktura bude vystavena do 15 dní od předání díla a doručena na korespondenční 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p>
    <w:p w14:paraId="5E68AB90" w14:textId="77777777"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lastRenderedPageBreak/>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§92a zákona č.235/2004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BE1237">
      <w:pPr>
        <w:pStyle w:val="Odstavecseseznamem"/>
        <w:tabs>
          <w:tab w:val="left" w:pos="1560"/>
        </w:tabs>
        <w:ind w:firstLine="414"/>
        <w:rPr>
          <w:b/>
        </w:rPr>
      </w:pPr>
      <w:r w:rsidRPr="00ED3514">
        <w:rPr>
          <w:b/>
        </w:rPr>
        <w:t xml:space="preserve">Správa </w:t>
      </w:r>
      <w:r>
        <w:rPr>
          <w:b/>
        </w:rPr>
        <w:t xml:space="preserve">železnic, </w:t>
      </w:r>
      <w:r w:rsidRPr="00ED3514">
        <w:rPr>
          <w:b/>
        </w:rPr>
        <w:t>státní organizace</w:t>
      </w:r>
    </w:p>
    <w:p w14:paraId="76ABA961" w14:textId="77777777" w:rsidR="008918AC" w:rsidRPr="000B39E3" w:rsidRDefault="008918AC" w:rsidP="00BE1237">
      <w:pPr>
        <w:pStyle w:val="Odstavecseseznamem"/>
        <w:tabs>
          <w:tab w:val="left" w:pos="1560"/>
        </w:tabs>
        <w:spacing w:after="0"/>
        <w:ind w:firstLine="414"/>
      </w:pPr>
      <w:r w:rsidRPr="000B39E3">
        <w:t>se sídlem: Praha 1 - Nové Město, Dlážděná 1003/7, PSČ 110 00</w:t>
      </w:r>
    </w:p>
    <w:p w14:paraId="328DDB69" w14:textId="77777777" w:rsidR="008918AC" w:rsidRPr="000B39E3" w:rsidRDefault="008918AC" w:rsidP="00BE1237">
      <w:pPr>
        <w:pStyle w:val="Zkladntext21"/>
        <w:tabs>
          <w:tab w:val="left" w:pos="1560"/>
        </w:tabs>
        <w:spacing w:after="240"/>
        <w:ind w:left="720" w:firstLine="414"/>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072717A6" w14:textId="7D4097AF" w:rsidR="008918AC" w:rsidRPr="00ED3514" w:rsidRDefault="00BE1237" w:rsidP="00BE1237">
      <w:pPr>
        <w:tabs>
          <w:tab w:val="left" w:pos="1560"/>
        </w:tabs>
        <w:spacing w:before="120"/>
      </w:pPr>
      <w:r>
        <w:t xml:space="preserve">                  </w:t>
      </w:r>
      <w:r w:rsidR="008918AC" w:rsidRPr="00ED3514">
        <w:t>Příjemcem faktur ve věci této smlouvy</w:t>
      </w:r>
      <w:r w:rsidR="008918AC" w:rsidRPr="00BE1237">
        <w:rPr>
          <w:color w:val="FF00FF"/>
        </w:rPr>
        <w:t xml:space="preserve"> </w:t>
      </w:r>
      <w:r w:rsidR="008918AC" w:rsidRPr="00ED3514">
        <w:t xml:space="preserve">je: </w:t>
      </w:r>
    </w:p>
    <w:p w14:paraId="01C3003E" w14:textId="77777777" w:rsidR="008918AC" w:rsidRPr="00ED3514" w:rsidRDefault="008918AC" w:rsidP="00BE1237">
      <w:pPr>
        <w:pStyle w:val="Odstavecseseznamem"/>
        <w:tabs>
          <w:tab w:val="left" w:pos="1560"/>
        </w:tabs>
        <w:ind w:firstLine="414"/>
        <w:rPr>
          <w:b/>
        </w:rPr>
      </w:pPr>
      <w:r w:rsidRPr="00ED3514">
        <w:rPr>
          <w:b/>
        </w:rPr>
        <w:t xml:space="preserve">Správa </w:t>
      </w:r>
      <w:r>
        <w:rPr>
          <w:b/>
        </w:rPr>
        <w:t xml:space="preserve">železnic, </w:t>
      </w:r>
      <w:r w:rsidRPr="00ED3514">
        <w:rPr>
          <w:b/>
        </w:rPr>
        <w:t>státní organizace</w:t>
      </w:r>
    </w:p>
    <w:p w14:paraId="30ED0232" w14:textId="77777777" w:rsidR="008918AC" w:rsidRPr="000B39E3" w:rsidRDefault="008918AC" w:rsidP="00BE1237">
      <w:pPr>
        <w:pStyle w:val="Odstavecseseznamem"/>
        <w:tabs>
          <w:tab w:val="left" w:pos="1560"/>
        </w:tabs>
        <w:ind w:firstLine="414"/>
      </w:pPr>
      <w:r w:rsidRPr="00ED3514">
        <w:rPr>
          <w:b/>
        </w:rPr>
        <w:t>Oblastní ředitelství Praha</w:t>
      </w:r>
    </w:p>
    <w:p w14:paraId="0F7A106F" w14:textId="77777777" w:rsidR="008918AC" w:rsidRPr="000B39E3" w:rsidRDefault="008918AC" w:rsidP="00BE1237">
      <w:pPr>
        <w:pStyle w:val="Odstavecseseznamem"/>
        <w:tabs>
          <w:tab w:val="left" w:pos="1560"/>
        </w:tabs>
        <w:ind w:firstLine="414"/>
      </w:pPr>
      <w:r w:rsidRPr="000B39E3">
        <w:t>Partyzánská 24</w:t>
      </w:r>
    </w:p>
    <w:p w14:paraId="58D53BC1" w14:textId="7C22A1BC" w:rsidR="008918AC" w:rsidRDefault="008918AC" w:rsidP="00BE1237">
      <w:pPr>
        <w:pStyle w:val="Odstavecseseznamem"/>
        <w:tabs>
          <w:tab w:val="left" w:pos="1560"/>
        </w:tabs>
        <w:ind w:firstLine="414"/>
      </w:pPr>
      <w:r w:rsidRPr="000B39E3">
        <w:t>170 00 Praha 7</w:t>
      </w:r>
    </w:p>
    <w:p w14:paraId="57A39EEF" w14:textId="7D62CDC5" w:rsidR="0011572D" w:rsidRDefault="0011572D" w:rsidP="00BE1237">
      <w:pPr>
        <w:pStyle w:val="Odstavecseseznamem"/>
        <w:tabs>
          <w:tab w:val="left" w:pos="1560"/>
        </w:tabs>
        <w:ind w:firstLine="414"/>
      </w:pPr>
    </w:p>
    <w:p w14:paraId="527CFFD1" w14:textId="02F80495" w:rsidR="0011572D" w:rsidRDefault="0011572D" w:rsidP="00BE1237">
      <w:pPr>
        <w:pStyle w:val="Odstavecseseznamem"/>
        <w:tabs>
          <w:tab w:val="left" w:pos="1560"/>
        </w:tabs>
        <w:ind w:firstLine="414"/>
      </w:pPr>
    </w:p>
    <w:p w14:paraId="7FD48830" w14:textId="77777777" w:rsidR="0011572D" w:rsidRPr="00ED3514" w:rsidRDefault="0011572D" w:rsidP="00BE1237">
      <w:pPr>
        <w:pStyle w:val="Odstavecseseznamem"/>
        <w:tabs>
          <w:tab w:val="left" w:pos="1560"/>
        </w:tabs>
        <w:ind w:firstLine="414"/>
        <w:rPr>
          <w:color w:val="FF00FF"/>
        </w:rPr>
      </w:pP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7D94851C" w14:textId="77777777" w:rsidR="008918AC" w:rsidRPr="000E4563" w:rsidRDefault="008918AC" w:rsidP="008918AC">
      <w:pPr>
        <w:pStyle w:val="slovanseznam2"/>
        <w:numPr>
          <w:ilvl w:val="1"/>
          <w:numId w:val="16"/>
        </w:numPr>
        <w:rPr>
          <w:rFonts w:ascii="Verdana" w:eastAsia="Verdana" w:hAnsi="Verdana" w:cs="Times New Roman"/>
          <w:noProof/>
        </w:rPr>
      </w:pPr>
      <w:r w:rsidRPr="000E4563">
        <w:rPr>
          <w:rFonts w:ascii="Verdana" w:eastAsia="Verdana" w:hAnsi="Verdana" w:cs="Times New Roman"/>
          <w:noProof/>
        </w:rPr>
        <w:t xml:space="preserve">Pokud bude nutné </w:t>
      </w:r>
      <w:r>
        <w:rPr>
          <w:rFonts w:ascii="Verdana" w:eastAsia="Verdana" w:hAnsi="Verdana" w:cs="Times New Roman"/>
          <w:noProof/>
        </w:rPr>
        <w:t>dílo</w:t>
      </w:r>
      <w:r w:rsidRPr="000E4563">
        <w:rPr>
          <w:rFonts w:ascii="Verdana" w:eastAsia="Verdana" w:hAnsi="Verdana" w:cs="Times New Roman"/>
          <w:noProof/>
        </w:rPr>
        <w:t xml:space="preserve"> provádět během výluk, platí následující podmínky a sankce:</w:t>
      </w:r>
    </w:p>
    <w:p w14:paraId="45C38912" w14:textId="77777777" w:rsidR="008918AC" w:rsidRPr="000E4563" w:rsidRDefault="008918AC" w:rsidP="008918AC">
      <w:pPr>
        <w:pStyle w:val="slovanseznam3"/>
        <w:numPr>
          <w:ilvl w:val="2"/>
          <w:numId w:val="16"/>
        </w:numPr>
        <w:spacing w:before="240"/>
        <w:ind w:left="1418" w:hanging="709"/>
        <w:rPr>
          <w:noProof/>
        </w:rPr>
      </w:pPr>
      <w:r w:rsidRPr="000E4563">
        <w:rPr>
          <w:noProof/>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Jedná se o 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796E41CA" w14:textId="77777777" w:rsidR="008918AC" w:rsidRPr="000E4563" w:rsidRDefault="008918AC" w:rsidP="008918AC">
      <w:pPr>
        <w:pStyle w:val="Seznamsodrkami4"/>
        <w:numPr>
          <w:ilvl w:val="0"/>
          <w:numId w:val="37"/>
        </w:numPr>
        <w:spacing w:before="240"/>
        <w:rPr>
          <w:noProof/>
        </w:rPr>
      </w:pPr>
      <w:r w:rsidRPr="000E4563">
        <w:rPr>
          <w:noProof/>
        </w:rPr>
        <w:t xml:space="preserve">výluka trakčního vedení traťové koleje </w:t>
      </w:r>
      <w:r w:rsidRPr="000E4563">
        <w:rPr>
          <w:noProof/>
        </w:rPr>
        <w:tab/>
        <w:t xml:space="preserve">3.000 Kč/ započatá hodina </w:t>
      </w:r>
    </w:p>
    <w:p w14:paraId="15DEE2D0" w14:textId="77777777" w:rsidR="008918AC" w:rsidRPr="000E4563" w:rsidRDefault="008918AC" w:rsidP="008918AC">
      <w:pPr>
        <w:pStyle w:val="Seznamsodrkami4"/>
        <w:numPr>
          <w:ilvl w:val="0"/>
          <w:numId w:val="37"/>
        </w:numPr>
        <w:rPr>
          <w:noProof/>
        </w:rPr>
      </w:pPr>
      <w:r w:rsidRPr="000E4563">
        <w:rPr>
          <w:noProof/>
        </w:rPr>
        <w:t xml:space="preserve">výluka traťové koleje </w:t>
      </w:r>
      <w:r w:rsidRPr="000E4563">
        <w:rPr>
          <w:noProof/>
        </w:rPr>
        <w:tab/>
        <w:t xml:space="preserve">5.000 Kč/ započatá hodina </w:t>
      </w:r>
    </w:p>
    <w:p w14:paraId="22B005EE" w14:textId="77777777" w:rsidR="008918AC" w:rsidRPr="000E4563" w:rsidRDefault="008918AC" w:rsidP="008918AC">
      <w:pPr>
        <w:pStyle w:val="Seznamsodrkami4"/>
        <w:numPr>
          <w:ilvl w:val="0"/>
          <w:numId w:val="37"/>
        </w:numPr>
        <w:rPr>
          <w:noProof/>
        </w:rPr>
      </w:pPr>
      <w:r w:rsidRPr="000E4563">
        <w:rPr>
          <w:noProof/>
        </w:rPr>
        <w:t xml:space="preserve">výluka dvou a více traťových kolejí </w:t>
      </w:r>
      <w:r w:rsidRPr="000E4563">
        <w:rPr>
          <w:noProof/>
        </w:rPr>
        <w:tab/>
        <w:t xml:space="preserve">10.000 Kč/ započatá hodina </w:t>
      </w:r>
    </w:p>
    <w:p w14:paraId="55E0300F" w14:textId="77777777" w:rsidR="008918AC" w:rsidRPr="000E4563" w:rsidRDefault="008918AC" w:rsidP="008918AC">
      <w:pPr>
        <w:pStyle w:val="Seznamsodrkami4"/>
        <w:numPr>
          <w:ilvl w:val="0"/>
          <w:numId w:val="37"/>
        </w:numPr>
        <w:rPr>
          <w:noProof/>
        </w:rPr>
      </w:pPr>
      <w:r w:rsidRPr="000E4563">
        <w:rPr>
          <w:noProof/>
        </w:rPr>
        <w:t xml:space="preserve">výluka staničních kolejí – dopravní </w:t>
      </w:r>
      <w:r w:rsidRPr="000E4563">
        <w:rPr>
          <w:noProof/>
        </w:rPr>
        <w:tab/>
        <w:t xml:space="preserve">2.000 Kč/ započatá hodina </w:t>
      </w:r>
    </w:p>
    <w:p w14:paraId="14A09CEC" w14:textId="77777777" w:rsidR="008918AC" w:rsidRPr="000E4563" w:rsidRDefault="008918AC" w:rsidP="008918AC">
      <w:pPr>
        <w:pStyle w:val="Seznamsodrkami4"/>
        <w:numPr>
          <w:ilvl w:val="0"/>
          <w:numId w:val="37"/>
        </w:numPr>
        <w:rPr>
          <w:noProof/>
        </w:rPr>
      </w:pPr>
      <w:r w:rsidRPr="000E4563">
        <w:rPr>
          <w:noProof/>
        </w:rPr>
        <w:t xml:space="preserve">výluka ostatních kolejí </w:t>
      </w:r>
      <w:r w:rsidRPr="000E4563">
        <w:rPr>
          <w:noProof/>
        </w:rPr>
        <w:tab/>
        <w:t xml:space="preserve">1.000 Kč/ započatá hodina </w:t>
      </w:r>
    </w:p>
    <w:p w14:paraId="70B0CBAB" w14:textId="77777777" w:rsidR="008918AC" w:rsidRPr="000E4563" w:rsidRDefault="008918AC" w:rsidP="008918AC">
      <w:pPr>
        <w:pStyle w:val="Seznamsodrkami4"/>
        <w:numPr>
          <w:ilvl w:val="0"/>
          <w:numId w:val="37"/>
        </w:numPr>
        <w:rPr>
          <w:noProof/>
        </w:rPr>
      </w:pPr>
      <w:r w:rsidRPr="000E4563">
        <w:rPr>
          <w:noProof/>
        </w:rPr>
        <w:t xml:space="preserve">výluka zabezpečovacího zařízení </w:t>
      </w:r>
      <w:r w:rsidRPr="000E4563">
        <w:rPr>
          <w:noProof/>
        </w:rPr>
        <w:tab/>
        <w:t>3.000 Kč/započatá hodina</w:t>
      </w:r>
    </w:p>
    <w:p w14:paraId="49825954" w14:textId="77777777" w:rsidR="008918AC" w:rsidRPr="000E4563" w:rsidRDefault="008918AC" w:rsidP="008918AC">
      <w:pPr>
        <w:pStyle w:val="slovanseznam3"/>
        <w:numPr>
          <w:ilvl w:val="0"/>
          <w:numId w:val="0"/>
        </w:numPr>
        <w:spacing w:before="240"/>
        <w:ind w:left="1729" w:hanging="652"/>
        <w:rPr>
          <w:noProof/>
        </w:rPr>
      </w:pPr>
      <w:r w:rsidRPr="000E4563">
        <w:rPr>
          <w:noProof/>
        </w:rPr>
        <w:lastRenderedPageBreak/>
        <w:t>Výše uvedenému zpoplatnění nepodléhá prodloužení výluk nemající vliv na jízdu vlaků dopravce.</w:t>
      </w:r>
    </w:p>
    <w:p w14:paraId="28A9CF3F"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Zhotovitel se zavazuje zároveň uhradit (i při překročení výluky o méně než 1 hodinu):</w:t>
      </w:r>
    </w:p>
    <w:p w14:paraId="158074AA" w14:textId="77777777" w:rsidR="008918AC" w:rsidRPr="000E4563" w:rsidRDefault="008918AC" w:rsidP="008918AC">
      <w:pPr>
        <w:pStyle w:val="Seznamsodrkami4"/>
        <w:numPr>
          <w:ilvl w:val="0"/>
          <w:numId w:val="37"/>
        </w:numPr>
        <w:spacing w:before="240"/>
        <w:rPr>
          <w:noProof/>
        </w:rPr>
      </w:pPr>
      <w:r w:rsidRPr="000E4563">
        <w:rPr>
          <w:noProof/>
        </w:rPr>
        <w:t xml:space="preserve">smluvní pokutu za překročení plánovaného času ukončení výluky mající vliv na vlaky dopravců přímo dotčených překročenou výlukou, požadovanou dopravci po </w:t>
      </w:r>
      <w:r>
        <w:rPr>
          <w:noProof/>
        </w:rPr>
        <w:t>o</w:t>
      </w:r>
      <w:r w:rsidRPr="000E4563">
        <w:rPr>
          <w:noProof/>
        </w:rPr>
        <w:t>bjednateli ve výši stanovené v Prohlášení o dráze,</w:t>
      </w:r>
    </w:p>
    <w:p w14:paraId="7C0849E3" w14:textId="77777777" w:rsidR="008918AC" w:rsidRPr="000E4563" w:rsidRDefault="008918AC" w:rsidP="008918AC">
      <w:pPr>
        <w:pStyle w:val="Seznamsodrkami4"/>
        <w:numPr>
          <w:ilvl w:val="0"/>
          <w:numId w:val="37"/>
        </w:numPr>
        <w:rPr>
          <w:noProof/>
        </w:rPr>
      </w:pPr>
      <w:r w:rsidRPr="000E4563">
        <w:rPr>
          <w:noProof/>
        </w:rPr>
        <w:t>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5078924"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Za překročenou výluku se nepovažuje výluka, která byla pozdě zahájena z důvodu na straně řízení </w:t>
      </w:r>
      <w:r>
        <w:rPr>
          <w:noProof/>
        </w:rPr>
        <w:t>o</w:t>
      </w:r>
      <w:r w:rsidRPr="000E4563">
        <w:rPr>
          <w:noProof/>
        </w:rPr>
        <w:t>bjednatele, a přitom byl celkový čas výluky dodržen.</w:t>
      </w:r>
    </w:p>
    <w:p w14:paraId="6D2517B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Časové prodloužení výluky (o kolik bude překročena a kdy byla hlášena před ukončením výluky) musí být zapsáno a výpravčím potvrzeno v telefonním zápisníku příslušné stanice.</w:t>
      </w:r>
    </w:p>
    <w:p w14:paraId="430AFDE7"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Zhotovitel není povinen hradit platby za překročené výluky, prokáže-li, že ke vzniku těchto překročených výluk došlo vinou na straně </w:t>
      </w:r>
      <w:r>
        <w:rPr>
          <w:noProof/>
        </w:rPr>
        <w:t>o</w:t>
      </w:r>
      <w:r w:rsidRPr="000E4563">
        <w:rPr>
          <w:noProof/>
        </w:rPr>
        <w:t>bjednatele nebo k překročené výluce vedly:</w:t>
      </w:r>
    </w:p>
    <w:p w14:paraId="17BB52AC" w14:textId="77777777" w:rsidR="008918AC" w:rsidRPr="000E4563" w:rsidRDefault="008918AC" w:rsidP="008918AC">
      <w:pPr>
        <w:pStyle w:val="Seznamsodrkami4"/>
        <w:numPr>
          <w:ilvl w:val="0"/>
          <w:numId w:val="37"/>
        </w:numPr>
        <w:spacing w:before="240"/>
        <w:rPr>
          <w:noProof/>
        </w:rPr>
      </w:pPr>
      <w:r w:rsidRPr="000E4563">
        <w:rPr>
          <w:noProof/>
        </w:rPr>
        <w:t>zásahy vyšší moci,</w:t>
      </w:r>
    </w:p>
    <w:p w14:paraId="085F5C77" w14:textId="77777777" w:rsidR="008918AC" w:rsidRPr="000E4563" w:rsidRDefault="008918AC" w:rsidP="008918AC">
      <w:pPr>
        <w:pStyle w:val="Seznamsodrkami4"/>
        <w:numPr>
          <w:ilvl w:val="0"/>
          <w:numId w:val="37"/>
        </w:numPr>
        <w:rPr>
          <w:noProof/>
        </w:rPr>
      </w:pPr>
      <w:r w:rsidRPr="000E4563">
        <w:rPr>
          <w:noProof/>
        </w:rPr>
        <w:t xml:space="preserve">pokyny </w:t>
      </w:r>
      <w:r>
        <w:rPr>
          <w:noProof/>
        </w:rPr>
        <w:t>o</w:t>
      </w:r>
      <w:r w:rsidRPr="000E4563">
        <w:rPr>
          <w:noProof/>
        </w:rPr>
        <w:t>bjednatele či stavebního dozoru,</w:t>
      </w:r>
    </w:p>
    <w:p w14:paraId="4D6AFBC0" w14:textId="77777777" w:rsidR="008918AC" w:rsidRPr="000E4563" w:rsidRDefault="008918AC" w:rsidP="008918AC">
      <w:pPr>
        <w:pStyle w:val="Seznamsodrkami4"/>
        <w:numPr>
          <w:ilvl w:val="0"/>
          <w:numId w:val="37"/>
        </w:numPr>
        <w:rPr>
          <w:noProof/>
        </w:rPr>
      </w:pPr>
      <w:r w:rsidRPr="000E4563">
        <w:rPr>
          <w:noProof/>
        </w:rPr>
        <w:t xml:space="preserve">jiné nepředvídatelné okolnosti, zejména změny během výstavby a potřeba jejich provedení. Za takové okolnosti se nepovažují rozpory mezi </w:t>
      </w:r>
      <w:r>
        <w:rPr>
          <w:noProof/>
        </w:rPr>
        <w:t>p</w:t>
      </w:r>
      <w:r w:rsidRPr="000E4563">
        <w:rPr>
          <w:noProof/>
        </w:rPr>
        <w:t>rojektovou dokumentací a skutečností zjištěnou na místě, které mohly být identifikovány při přípravě na realizaci zakázky.</w:t>
      </w:r>
    </w:p>
    <w:p w14:paraId="1C48C94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z důvodu vady </w:t>
      </w:r>
      <w:r>
        <w:rPr>
          <w:noProof/>
        </w:rPr>
        <w:t>d</w:t>
      </w:r>
      <w:r w:rsidRPr="000E4563">
        <w:rPr>
          <w:noProof/>
        </w:rPr>
        <w:t xml:space="preserve">íla nebo jeho části, za kterou odpovídá Zhotovitel, bude nutno v průběhu záruční doby za jakost </w:t>
      </w:r>
      <w:r>
        <w:rPr>
          <w:noProof/>
        </w:rPr>
        <w:t>d</w:t>
      </w:r>
      <w:r w:rsidRPr="000E4563">
        <w:rPr>
          <w:noProof/>
        </w:rPr>
        <w:t xml:space="preserve">íla nebo jeho části zavést pomalou jízdu, je </w:t>
      </w:r>
      <w:r>
        <w:rPr>
          <w:noProof/>
        </w:rPr>
        <w:t>o</w:t>
      </w:r>
      <w:r w:rsidRPr="000E4563">
        <w:rPr>
          <w:noProof/>
        </w:rPr>
        <w:t>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2F5E31B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 xml:space="preserve">hotovitel nezajistí realizaci prací tak, aby probíhaly maximálně v deklarované výluce (výluky kratší než 36 hodin) </w:t>
      </w:r>
      <w:r>
        <w:rPr>
          <w:noProof/>
        </w:rPr>
        <w:t>o</w:t>
      </w:r>
      <w:r w:rsidRPr="000E4563">
        <w:rPr>
          <w:noProof/>
        </w:rPr>
        <w:t xml:space="preserve">bjednatele, je </w:t>
      </w:r>
      <w:r>
        <w:rPr>
          <w:noProof/>
        </w:rPr>
        <w:t>o</w:t>
      </w:r>
      <w:r w:rsidRPr="000E4563">
        <w:rPr>
          <w:noProof/>
        </w:rPr>
        <w:t xml:space="preserve">bjednatel oprávněn po </w:t>
      </w:r>
      <w:r>
        <w:rPr>
          <w:noProof/>
        </w:rPr>
        <w:t>z</w:t>
      </w:r>
      <w:r w:rsidRPr="000E4563">
        <w:rPr>
          <w:noProof/>
        </w:rPr>
        <w:t>hotoviteli požadovat zaplacení smluvní pokuty ve výši  0,5% z</w:t>
      </w:r>
      <w:r>
        <w:rPr>
          <w:noProof/>
        </w:rPr>
        <w:t> ceny díla</w:t>
      </w:r>
      <w:r w:rsidRPr="000E4563">
        <w:rPr>
          <w:noProof/>
        </w:rPr>
        <w:t xml:space="preserve"> za každou neodpracovanou hodinu z potvrzené výluky.</w:t>
      </w:r>
    </w:p>
    <w:p w14:paraId="4BA5DE3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w:t>
      </w:r>
      <w:r>
        <w:rPr>
          <w:noProof/>
        </w:rPr>
        <w:t> ceny díla</w:t>
      </w:r>
      <w:r w:rsidRPr="000E4563">
        <w:rPr>
          <w:noProof/>
        </w:rPr>
        <w:t xml:space="preserve"> za každý takový případ nevyužitého dne. </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lastRenderedPageBreak/>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11572D"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w:t>
      </w:r>
      <w:r w:rsidRPr="0011572D">
        <w:rPr>
          <w:rFonts w:ascii="Verdana" w:eastAsia="Verdana" w:hAnsi="Verdana" w:cs="Times New Roman"/>
          <w:noProof/>
        </w:rPr>
        <w:t>výši 1% z celkové smluvní ceny za každého takového poddodavatele.</w:t>
      </w:r>
    </w:p>
    <w:p w14:paraId="54A483B4" w14:textId="4BA98B9E"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0 000,- Kč za každý jednotlivý případ.</w:t>
      </w:r>
    </w:p>
    <w:p w14:paraId="425E08B6" w14:textId="77777777" w:rsidR="0011572D" w:rsidRPr="00E36281" w:rsidRDefault="0011572D" w:rsidP="0011572D">
      <w:pPr>
        <w:ind w:left="1077"/>
        <w:rPr>
          <w:rFonts w:ascii="Verdana" w:eastAsia="Verdana" w:hAnsi="Verdana" w:cs="Times New Roman"/>
          <w:noProof/>
        </w:rPr>
      </w:pP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osoby objednatele uvedené v bodu 1.1.</w:t>
      </w:r>
      <w:r w:rsidRPr="0011572D">
        <w:rPr>
          <w:rFonts w:ascii="Verdana" w:eastAsia="Verdana" w:hAnsi="Verdana" w:cs="Times New Roman"/>
          <w:noProof/>
        </w:rPr>
        <w:t>2. a 1.1.3</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5EFCC8B2"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22AC3972" w14:textId="203EFC8B" w:rsidR="0011572D" w:rsidRDefault="0011572D" w:rsidP="0011572D">
      <w:pPr>
        <w:pStyle w:val="slovanseznam"/>
        <w:numPr>
          <w:ilvl w:val="0"/>
          <w:numId w:val="0"/>
        </w:numPr>
        <w:ind w:left="624"/>
        <w:rPr>
          <w:noProof/>
        </w:rPr>
      </w:pPr>
    </w:p>
    <w:p w14:paraId="2B6B30AC" w14:textId="03284C33" w:rsidR="0011572D" w:rsidRDefault="0011572D" w:rsidP="0011572D">
      <w:pPr>
        <w:pStyle w:val="slovanseznam"/>
        <w:numPr>
          <w:ilvl w:val="0"/>
          <w:numId w:val="0"/>
        </w:numPr>
        <w:ind w:left="624"/>
        <w:rPr>
          <w:noProof/>
        </w:rPr>
      </w:pPr>
    </w:p>
    <w:p w14:paraId="3BFFE984" w14:textId="4CA144A2" w:rsidR="0011572D" w:rsidRDefault="0011572D" w:rsidP="0011572D">
      <w:pPr>
        <w:pStyle w:val="slovanseznam"/>
        <w:numPr>
          <w:ilvl w:val="0"/>
          <w:numId w:val="0"/>
        </w:numPr>
        <w:ind w:left="624"/>
        <w:rPr>
          <w:noProof/>
        </w:rPr>
      </w:pPr>
    </w:p>
    <w:p w14:paraId="61D2E58C" w14:textId="77777777" w:rsidR="0011572D" w:rsidRPr="00EE270E" w:rsidRDefault="0011572D" w:rsidP="0011572D">
      <w:pPr>
        <w:pStyle w:val="slovanseznam"/>
        <w:numPr>
          <w:ilvl w:val="0"/>
          <w:numId w:val="0"/>
        </w:numPr>
        <w:ind w:left="624"/>
        <w:rPr>
          <w:noProof/>
        </w:rPr>
      </w:pP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7777777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w:t>
      </w:r>
      <w:proofErr w:type="gramStart"/>
      <w:r w:rsidRPr="000B39E3">
        <w:t>objednatelem</w:t>
      </w:r>
      <w:proofErr w:type="gramEnd"/>
      <w:r w:rsidRPr="000B39E3">
        <w:t xml:space="preserve">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2F05F1EB" w14:textId="77777777" w:rsidR="008918AC" w:rsidRPr="0011572D" w:rsidRDefault="008918AC" w:rsidP="008918AC">
      <w:pPr>
        <w:numPr>
          <w:ilvl w:val="0"/>
          <w:numId w:val="36"/>
        </w:numPr>
        <w:spacing w:before="60" w:after="0" w:line="240" w:lineRule="auto"/>
      </w:pPr>
      <w:r w:rsidRPr="0011572D">
        <w:t>do 15 dnů ode dne, kdy odstoupení od smlouvy o dílo nabude účinnosti, vyklidit a předat zpět objednateli pracoviště (pracoviště),</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w:t>
      </w:r>
      <w:r w:rsidRPr="00DF2F2A">
        <w:rPr>
          <w:rFonts w:ascii="Verdana" w:eastAsia="Verdana" w:hAnsi="Verdana" w:cs="Times New Roman"/>
          <w:noProof/>
        </w:rPr>
        <w:lastRenderedPageBreak/>
        <w:t>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09740CA1"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w:t>
      </w:r>
      <w:r w:rsidR="0011572D">
        <w:rPr>
          <w:rFonts w:ascii="Verdana" w:eastAsia="Verdana" w:hAnsi="Verdana" w:cs="Times New Roman"/>
          <w:noProof/>
        </w:rPr>
        <w:t>e</w:t>
      </w:r>
      <w:r w:rsidRPr="008D1D1C">
        <w:rPr>
          <w:rFonts w:ascii="Verdana" w:eastAsia="Verdana" w:hAnsi="Verdana" w:cs="Times New Roman"/>
          <w:noProof/>
        </w:rPr>
        <w:t> </w:t>
      </w:r>
      <w:r w:rsidR="0011572D" w:rsidRPr="0011572D">
        <w:rPr>
          <w:rFonts w:ascii="Verdana" w:eastAsia="Verdana" w:hAnsi="Verdana" w:cs="Times New Roman"/>
          <w:b/>
          <w:noProof/>
          <w:highlight w:val="yellow"/>
        </w:rPr>
        <w:t>3</w:t>
      </w:r>
      <w:r w:rsidRPr="0011572D">
        <w:rPr>
          <w:rFonts w:ascii="Verdana" w:eastAsia="Verdana" w:hAnsi="Verdana" w:cs="Times New Roman"/>
          <w:b/>
          <w:noProof/>
          <w:highlight w:val="yellow"/>
        </w:rPr>
        <w:t xml:space="preserve"> (</w:t>
      </w:r>
      <w:r w:rsidR="0011572D">
        <w:rPr>
          <w:rFonts w:ascii="Verdana" w:eastAsia="Verdana" w:hAnsi="Verdana" w:cs="Times New Roman"/>
          <w:b/>
          <w:noProof/>
          <w:highlight w:val="yellow"/>
        </w:rPr>
        <w:t>třech</w:t>
      </w:r>
      <w:r w:rsidRPr="0011572D">
        <w:rPr>
          <w:rFonts w:ascii="Verdana" w:eastAsia="Verdana" w:hAnsi="Verdana" w:cs="Times New Roman"/>
          <w:b/>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sidRPr="0011572D">
        <w:rPr>
          <w:rFonts w:ascii="Verdana" w:eastAsia="Verdana" w:hAnsi="Verdana" w:cs="Times New Roman"/>
          <w:noProof/>
        </w:rPr>
        <w:t>2</w:t>
      </w:r>
      <w:r w:rsidRPr="0011572D">
        <w:rPr>
          <w:rFonts w:ascii="Verdana" w:eastAsia="Verdana" w:hAnsi="Verdana" w:cs="Times New Roman"/>
          <w:noProof/>
        </w:rPr>
        <w:t xml:space="preserve"> vyhotovení smlouvy</w:t>
      </w:r>
      <w:r w:rsidRPr="008D1D1C">
        <w:rPr>
          <w:rFonts w:ascii="Verdana" w:eastAsia="Verdana" w:hAnsi="Verdana" w:cs="Times New Roman"/>
          <w:noProof/>
        </w:rPr>
        <w:t xml:space="preserve"> a zhotovitel </w:t>
      </w:r>
      <w:r w:rsidR="0011572D" w:rsidRPr="0011572D">
        <w:rPr>
          <w:rFonts w:ascii="Verdana" w:eastAsia="Verdana" w:hAnsi="Verdana" w:cs="Times New Roman"/>
          <w:b/>
          <w:noProof/>
          <w:highlight w:val="yellow"/>
        </w:rPr>
        <w:t>1</w:t>
      </w:r>
      <w:r w:rsidRPr="008D1D1C">
        <w:rPr>
          <w:rFonts w:ascii="Verdana" w:eastAsia="Verdana" w:hAnsi="Verdana" w:cs="Times New Roman"/>
          <w:noProof/>
        </w:rPr>
        <w:t xml:space="preserve"> vyhotovení smlouvy.</w:t>
      </w:r>
    </w:p>
    <w:p w14:paraId="0DC10F34" w14:textId="77777777" w:rsidR="008918AC" w:rsidRPr="00F163DB" w:rsidRDefault="008918AC" w:rsidP="008918AC">
      <w:pPr>
        <w:numPr>
          <w:ilvl w:val="1"/>
          <w:numId w:val="16"/>
        </w:numPr>
        <w:tabs>
          <w:tab w:val="clear" w:pos="1191"/>
        </w:tabs>
        <w:rPr>
          <w:rFonts w:ascii="Verdana" w:eastAsia="Verdana" w:hAnsi="Verdana" w:cs="Times New Roman"/>
          <w:noProof/>
        </w:rPr>
      </w:pPr>
      <w:r w:rsidRPr="00F163DB">
        <w:rPr>
          <w:rFonts w:ascii="Verdana" w:eastAsia="Verdana" w:hAnsi="Verdana" w:cs="Times New Roman"/>
          <w:noProof/>
        </w:rPr>
        <w:t>Nedílnou součástí této smlouvy jsou přílohy číslo:</w:t>
      </w:r>
    </w:p>
    <w:p w14:paraId="4270F351" w14:textId="26BF5C3D" w:rsidR="008918AC" w:rsidRPr="00F163DB" w:rsidRDefault="008918AC" w:rsidP="008918AC">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F163DB">
        <w:rPr>
          <w:rFonts w:asciiTheme="minorHAnsi" w:hAnsiTheme="minorHAnsi" w:cs="Times New Roman"/>
          <w:sz w:val="18"/>
          <w:szCs w:val="18"/>
        </w:rPr>
        <w:t>Položkový soupis prací s výkazem výměr (ceník)</w:t>
      </w:r>
    </w:p>
    <w:p w14:paraId="164256F8" w14:textId="192C9260" w:rsidR="00F163DB" w:rsidRPr="00F163DB" w:rsidRDefault="00F163DB" w:rsidP="008918AC">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F163DB">
        <w:rPr>
          <w:rFonts w:asciiTheme="minorHAnsi" w:hAnsiTheme="minorHAnsi" w:cs="Times New Roman"/>
          <w:sz w:val="18"/>
          <w:szCs w:val="18"/>
        </w:rPr>
        <w:t>Nákres balustrády</w:t>
      </w:r>
    </w:p>
    <w:p w14:paraId="02333176" w14:textId="77777777" w:rsidR="008918AC" w:rsidRPr="00F163DB" w:rsidRDefault="008918AC" w:rsidP="008918AC">
      <w:pPr>
        <w:pStyle w:val="BodyText31"/>
        <w:numPr>
          <w:ilvl w:val="0"/>
          <w:numId w:val="35"/>
        </w:numPr>
        <w:tabs>
          <w:tab w:val="clear" w:pos="2268"/>
          <w:tab w:val="clear" w:pos="4536"/>
        </w:tabs>
        <w:ind w:left="1418"/>
        <w:jc w:val="left"/>
        <w:rPr>
          <w:rFonts w:asciiTheme="minorHAnsi" w:hAnsiTheme="minorHAnsi"/>
          <w:sz w:val="18"/>
          <w:szCs w:val="18"/>
        </w:rPr>
      </w:pPr>
      <w:r w:rsidRPr="00F163DB">
        <w:rPr>
          <w:rFonts w:asciiTheme="minorHAnsi" w:hAnsiTheme="minorHAnsi"/>
          <w:sz w:val="18"/>
          <w:szCs w:val="18"/>
        </w:rPr>
        <w:t>Časový harmonogram prací</w:t>
      </w:r>
    </w:p>
    <w:p w14:paraId="00FD36D7" w14:textId="65F1BE3B" w:rsidR="008918AC" w:rsidRDefault="008918AC" w:rsidP="008918AC">
      <w:pPr>
        <w:pStyle w:val="BodyText31"/>
        <w:numPr>
          <w:ilvl w:val="0"/>
          <w:numId w:val="35"/>
        </w:numPr>
        <w:tabs>
          <w:tab w:val="clear" w:pos="2268"/>
          <w:tab w:val="clear" w:pos="4536"/>
        </w:tabs>
        <w:ind w:left="1418"/>
        <w:jc w:val="left"/>
        <w:rPr>
          <w:rFonts w:asciiTheme="minorHAnsi" w:hAnsiTheme="minorHAnsi"/>
          <w:sz w:val="18"/>
          <w:szCs w:val="18"/>
        </w:rPr>
      </w:pPr>
      <w:r w:rsidRPr="00F163DB">
        <w:rPr>
          <w:rFonts w:asciiTheme="minorHAnsi" w:hAnsiTheme="minorHAnsi"/>
          <w:sz w:val="18"/>
          <w:szCs w:val="18"/>
        </w:rPr>
        <w:t>Nález podezřelého předmětu</w:t>
      </w:r>
    </w:p>
    <w:p w14:paraId="061BC55D" w14:textId="77777777" w:rsidR="00F163DB" w:rsidRPr="00F163DB" w:rsidRDefault="00F163DB" w:rsidP="00F163DB">
      <w:pPr>
        <w:pStyle w:val="BodyText31"/>
        <w:tabs>
          <w:tab w:val="clear" w:pos="2268"/>
          <w:tab w:val="clear" w:pos="4536"/>
        </w:tabs>
        <w:ind w:left="1418"/>
        <w:jc w:val="left"/>
        <w:rPr>
          <w:rFonts w:asciiTheme="minorHAnsi" w:hAnsiTheme="minorHAnsi"/>
          <w:sz w:val="18"/>
          <w:szCs w:val="18"/>
        </w:rPr>
      </w:pPr>
      <w:bookmarkStart w:id="1" w:name="_GoBack"/>
      <w:bookmarkEnd w:id="1"/>
    </w:p>
    <w:p w14:paraId="0D2D87B7" w14:textId="3A5399CC"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sidR="0011572D">
        <w:rPr>
          <w:rFonts w:asciiTheme="minorHAnsi" w:hAnsiTheme="minorHAnsi"/>
          <w:sz w:val="18"/>
          <w:szCs w:val="18"/>
        </w:rPr>
        <w:t xml:space="preserve"> …………..</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1AE57B68" w14:textId="77777777"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14:paraId="70BC061E" w14:textId="77777777"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8918AC">
      <w:pPr>
        <w:tabs>
          <w:tab w:val="center" w:pos="1418"/>
          <w:tab w:val="left" w:pos="5529"/>
          <w:tab w:val="center" w:pos="6379"/>
        </w:tabs>
      </w:pPr>
      <w:r w:rsidRPr="000B39E3">
        <w:t>ředitel</w:t>
      </w:r>
      <w:r w:rsidRPr="000B39E3">
        <w:tab/>
      </w:r>
    </w:p>
    <w:p w14:paraId="7C5B7A58" w14:textId="77777777" w:rsidR="008918AC" w:rsidRDefault="008918AC" w:rsidP="008918AC">
      <w:pPr>
        <w:tabs>
          <w:tab w:val="center" w:pos="1418"/>
          <w:tab w:val="left" w:pos="5529"/>
          <w:tab w:val="center" w:pos="6379"/>
        </w:tabs>
      </w:pPr>
      <w:r w:rsidRPr="000B39E3">
        <w:t>Oblastní ředitelství Praha</w:t>
      </w:r>
      <w:r w:rsidRPr="000B39E3">
        <w:tab/>
      </w:r>
    </w:p>
    <w:p w14:paraId="5C71779B" w14:textId="77777777" w:rsidR="008918AC" w:rsidRDefault="008918AC" w:rsidP="008918AC">
      <w:pPr>
        <w:tabs>
          <w:tab w:val="center" w:pos="1418"/>
          <w:tab w:val="left" w:pos="5529"/>
          <w:tab w:val="center" w:pos="6379"/>
        </w:tabs>
      </w:pPr>
    </w:p>
    <w:p w14:paraId="0806560B" w14:textId="77777777" w:rsidR="008918AC" w:rsidRPr="000B39E3" w:rsidRDefault="008918AC" w:rsidP="008918AC">
      <w:pPr>
        <w:tabs>
          <w:tab w:val="center" w:pos="1418"/>
          <w:tab w:val="left" w:pos="5529"/>
          <w:tab w:val="center" w:pos="6379"/>
        </w:tabs>
      </w:pPr>
    </w:p>
    <w:p w14:paraId="761FAA93" w14:textId="77777777" w:rsidR="008918AC" w:rsidRPr="000B39E3" w:rsidRDefault="008918AC" w:rsidP="008918AC">
      <w:pPr>
        <w:pStyle w:val="Zkladntext2"/>
        <w:spacing w:before="240"/>
      </w:pPr>
      <w:r w:rsidRPr="000B39E3">
        <w:t>Tato smlouva byla uveřejněna prostřednictvím Registru smluv dne ……………….</w:t>
      </w:r>
    </w:p>
    <w:p w14:paraId="37DFCDA7" w14:textId="77777777" w:rsidR="009F392E" w:rsidRPr="008918AC" w:rsidRDefault="009F392E" w:rsidP="008918AC"/>
    <w:sectPr w:rsidR="009F392E" w:rsidRPr="008918AC"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8BB7F" w14:textId="77777777" w:rsidR="00A809BD" w:rsidRDefault="00A809BD" w:rsidP="00962258">
      <w:pPr>
        <w:spacing w:after="0" w:line="240" w:lineRule="auto"/>
      </w:pPr>
      <w:r>
        <w:separator/>
      </w:r>
    </w:p>
  </w:endnote>
  <w:endnote w:type="continuationSeparator" w:id="0">
    <w:p w14:paraId="2B76F99A" w14:textId="77777777" w:rsidR="00A809BD" w:rsidRDefault="00A809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87F28" w14:textId="77777777" w:rsidR="00572B15" w:rsidRDefault="00572B1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423DA30D"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3DB">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63DB">
            <w:rPr>
              <w:rStyle w:val="slostrnky"/>
              <w:noProof/>
            </w:rPr>
            <w:t>13</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EAB95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8E2485"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4082C388"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3D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63DB">
            <w:rPr>
              <w:rStyle w:val="slostrnky"/>
              <w:noProof/>
            </w:rPr>
            <w:t>13</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77777777" w:rsidR="00F1715C" w:rsidRDefault="00F1715C" w:rsidP="00460660">
          <w:pPr>
            <w:pStyle w:val="Zpat"/>
          </w:pPr>
          <w:r>
            <w:t>www.</w:t>
          </w:r>
          <w:r w:rsidR="00572B15">
            <w:t xml:space="preserve"> spravazeleznic</w:t>
          </w:r>
          <w:r>
            <w:t>.cz</w:t>
          </w:r>
        </w:p>
      </w:tc>
      <w:tc>
        <w:tcPr>
          <w:tcW w:w="2921" w:type="dxa"/>
        </w:tcPr>
        <w:p w14:paraId="7D60556F" w14:textId="77777777" w:rsidR="00F1715C" w:rsidRDefault="00F1715C" w:rsidP="00460660">
          <w:pPr>
            <w:pStyle w:val="Zpat"/>
          </w:pP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E6FAAF"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FB320B"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5694A" w14:textId="77777777" w:rsidR="00A809BD" w:rsidRDefault="00A809BD" w:rsidP="00962258">
      <w:pPr>
        <w:spacing w:after="0" w:line="240" w:lineRule="auto"/>
      </w:pPr>
      <w:r>
        <w:separator/>
      </w:r>
    </w:p>
  </w:footnote>
  <w:footnote w:type="continuationSeparator" w:id="0">
    <w:p w14:paraId="5EC3CD81" w14:textId="77777777" w:rsidR="00A809BD" w:rsidRDefault="00A809B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109AA" w14:textId="77777777" w:rsidR="00572B15" w:rsidRDefault="00572B1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9"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AAF0A8C"/>
    <w:multiLevelType w:val="multilevel"/>
    <w:tmpl w:val="0D34D660"/>
    <w:numStyleLink w:val="ListBulletmultilevel"/>
  </w:abstractNum>
  <w:abstractNum w:abstractNumId="12"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2"/>
  </w:num>
  <w:num w:numId="17">
    <w:abstractNumId w:val="2"/>
  </w:num>
  <w:num w:numId="18">
    <w:abstractNumId w:val="12"/>
  </w:num>
  <w:num w:numId="19">
    <w:abstractNumId w:val="12"/>
  </w:num>
  <w:num w:numId="20">
    <w:abstractNumId w:val="12"/>
  </w:num>
  <w:num w:numId="21">
    <w:abstractNumId w:val="12"/>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2"/>
  </w:num>
  <w:num w:numId="29">
    <w:abstractNumId w:val="2"/>
  </w:num>
  <w:num w:numId="30">
    <w:abstractNumId w:val="12"/>
  </w:num>
  <w:num w:numId="31">
    <w:abstractNumId w:val="12"/>
  </w:num>
  <w:num w:numId="32">
    <w:abstractNumId w:val="12"/>
  </w:num>
  <w:num w:numId="33">
    <w:abstractNumId w:val="12"/>
  </w:num>
  <w:num w:numId="34">
    <w:abstractNumId w:val="5"/>
  </w:num>
  <w:num w:numId="35">
    <w:abstractNumId w:val="10"/>
  </w:num>
  <w:num w:numId="36">
    <w:abstractNumId w:val="9"/>
  </w:num>
  <w:num w:numId="3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72C1E"/>
    <w:rsid w:val="00073E3C"/>
    <w:rsid w:val="000D6D50"/>
    <w:rsid w:val="000E23A7"/>
    <w:rsid w:val="0010693F"/>
    <w:rsid w:val="00114472"/>
    <w:rsid w:val="0011572D"/>
    <w:rsid w:val="001550BC"/>
    <w:rsid w:val="001605B9"/>
    <w:rsid w:val="00170EC5"/>
    <w:rsid w:val="001747C1"/>
    <w:rsid w:val="00184743"/>
    <w:rsid w:val="00207DF5"/>
    <w:rsid w:val="00236349"/>
    <w:rsid w:val="00280E07"/>
    <w:rsid w:val="002A290D"/>
    <w:rsid w:val="002C31BF"/>
    <w:rsid w:val="002D08B1"/>
    <w:rsid w:val="002E0CD7"/>
    <w:rsid w:val="00341DCF"/>
    <w:rsid w:val="00357BC6"/>
    <w:rsid w:val="0036366B"/>
    <w:rsid w:val="003956C6"/>
    <w:rsid w:val="003C05E2"/>
    <w:rsid w:val="003F06C9"/>
    <w:rsid w:val="00441430"/>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53375"/>
    <w:rsid w:val="005556E1"/>
    <w:rsid w:val="00557C28"/>
    <w:rsid w:val="00572B15"/>
    <w:rsid w:val="005736B7"/>
    <w:rsid w:val="00575E5A"/>
    <w:rsid w:val="005F1404"/>
    <w:rsid w:val="00610143"/>
    <w:rsid w:val="0061068E"/>
    <w:rsid w:val="00625653"/>
    <w:rsid w:val="00652E42"/>
    <w:rsid w:val="006538B2"/>
    <w:rsid w:val="00660AD3"/>
    <w:rsid w:val="00677B7F"/>
    <w:rsid w:val="006A3F87"/>
    <w:rsid w:val="006A5570"/>
    <w:rsid w:val="006A689C"/>
    <w:rsid w:val="006B3D79"/>
    <w:rsid w:val="006D7AFE"/>
    <w:rsid w:val="006E0578"/>
    <w:rsid w:val="006E314D"/>
    <w:rsid w:val="00710723"/>
    <w:rsid w:val="00713CE3"/>
    <w:rsid w:val="00723ED1"/>
    <w:rsid w:val="00743525"/>
    <w:rsid w:val="0076286B"/>
    <w:rsid w:val="00766846"/>
    <w:rsid w:val="0077673A"/>
    <w:rsid w:val="007846E1"/>
    <w:rsid w:val="007B570C"/>
    <w:rsid w:val="007C589B"/>
    <w:rsid w:val="007E4A6E"/>
    <w:rsid w:val="007F3EC4"/>
    <w:rsid w:val="007F56A7"/>
    <w:rsid w:val="00807DD0"/>
    <w:rsid w:val="008659F3"/>
    <w:rsid w:val="00886D4B"/>
    <w:rsid w:val="008918AC"/>
    <w:rsid w:val="00895406"/>
    <w:rsid w:val="008A3568"/>
    <w:rsid w:val="008A4830"/>
    <w:rsid w:val="008B7C28"/>
    <w:rsid w:val="008D03B9"/>
    <w:rsid w:val="008F18D6"/>
    <w:rsid w:val="008F2A0D"/>
    <w:rsid w:val="00901A6D"/>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193"/>
    <w:rsid w:val="009F392E"/>
    <w:rsid w:val="00A6177B"/>
    <w:rsid w:val="00A66136"/>
    <w:rsid w:val="00A809BD"/>
    <w:rsid w:val="00AA4CBB"/>
    <w:rsid w:val="00AA65FA"/>
    <w:rsid w:val="00AA7351"/>
    <w:rsid w:val="00AD056F"/>
    <w:rsid w:val="00AD6731"/>
    <w:rsid w:val="00AE1BD0"/>
    <w:rsid w:val="00B15D0D"/>
    <w:rsid w:val="00B75EE1"/>
    <w:rsid w:val="00B77481"/>
    <w:rsid w:val="00B8518B"/>
    <w:rsid w:val="00BD7E91"/>
    <w:rsid w:val="00BE1237"/>
    <w:rsid w:val="00C02D0A"/>
    <w:rsid w:val="00C03A6E"/>
    <w:rsid w:val="00C44F6A"/>
    <w:rsid w:val="00C46DCC"/>
    <w:rsid w:val="00C47AE3"/>
    <w:rsid w:val="00C754C1"/>
    <w:rsid w:val="00CA0064"/>
    <w:rsid w:val="00CD1FC4"/>
    <w:rsid w:val="00D21061"/>
    <w:rsid w:val="00D4108E"/>
    <w:rsid w:val="00D6163D"/>
    <w:rsid w:val="00D65DEB"/>
    <w:rsid w:val="00D73D46"/>
    <w:rsid w:val="00D831A3"/>
    <w:rsid w:val="00DA64F1"/>
    <w:rsid w:val="00DC75F3"/>
    <w:rsid w:val="00DD46F3"/>
    <w:rsid w:val="00DE56F2"/>
    <w:rsid w:val="00DF116D"/>
    <w:rsid w:val="00DF267F"/>
    <w:rsid w:val="00DF2F2A"/>
    <w:rsid w:val="00EB104F"/>
    <w:rsid w:val="00EB37AA"/>
    <w:rsid w:val="00EB7C01"/>
    <w:rsid w:val="00ED14BD"/>
    <w:rsid w:val="00ED6776"/>
    <w:rsid w:val="00F0533E"/>
    <w:rsid w:val="00F1048D"/>
    <w:rsid w:val="00F12DEC"/>
    <w:rsid w:val="00F163DB"/>
    <w:rsid w:val="00F1715C"/>
    <w:rsid w:val="00F310F8"/>
    <w:rsid w:val="00F35939"/>
    <w:rsid w:val="00F45607"/>
    <w:rsid w:val="00F5558F"/>
    <w:rsid w:val="00F659EB"/>
    <w:rsid w:val="00F86BA6"/>
    <w:rsid w:val="00FC1675"/>
    <w:rsid w:val="00FC6389"/>
    <w:rsid w:val="00FD16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NormlnIMP">
    <w:name w:val="Normální_IMP"/>
    <w:basedOn w:val="Normln"/>
    <w:link w:val="NormlnIMPChar"/>
    <w:rsid w:val="00236349"/>
    <w:pPr>
      <w:suppressAutoHyphens/>
      <w:spacing w:after="0" w:line="228" w:lineRule="auto"/>
    </w:pPr>
    <w:rPr>
      <w:rFonts w:ascii="Times New Roman" w:eastAsia="Times New Roman" w:hAnsi="Times New Roman" w:cs="Times New Roman"/>
      <w:sz w:val="20"/>
      <w:szCs w:val="20"/>
      <w:lang w:eastAsia="cs-CZ"/>
    </w:rPr>
  </w:style>
  <w:style w:type="character" w:customStyle="1" w:styleId="NormlnIMPChar">
    <w:name w:val="Normální_IMP Char"/>
    <w:link w:val="NormlnIMP"/>
    <w:locked/>
    <w:rsid w:val="00236349"/>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microsoft.com/sharepoint/v3"/>
    <ds:schemaRef ds:uri="http://schemas.microsoft.com/office/2006/documentManagement/types"/>
    <ds:schemaRef ds:uri="http://schemas.microsoft.com/sharepoint/v3/fields"/>
    <ds:schemaRef ds:uri="http://schemas.openxmlformats.org/package/2006/metadata/core-properti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B91B3DF0-909A-4A36-8B26-EAE399A49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19</TotalTime>
  <Pages>13</Pages>
  <Words>5112</Words>
  <Characters>30167</Characters>
  <Application>Microsoft Office Word</Application>
  <DocSecurity>0</DocSecurity>
  <Lines>251</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Bartoňová Simona, Ing.</cp:lastModifiedBy>
  <cp:revision>14</cp:revision>
  <cp:lastPrinted>2017-11-28T17:18:00Z</cp:lastPrinted>
  <dcterms:created xsi:type="dcterms:W3CDTF">2020-09-08T12:58:00Z</dcterms:created>
  <dcterms:modified xsi:type="dcterms:W3CDTF">2020-09-09T11:35:00Z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